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2DFF4E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A551F" w:rsidRPr="003051BA">
        <w:rPr>
          <w:rFonts w:ascii="Verdana" w:hAnsi="Verdana"/>
          <w:b/>
          <w:bCs/>
        </w:rPr>
        <w:t>„</w:t>
      </w:r>
      <w:sdt>
        <w:sdtPr>
          <w:rPr>
            <w:rFonts w:ascii="Verdana" w:hAnsi="Verdana"/>
            <w:b/>
            <w:bCs/>
          </w:rPr>
          <w:alias w:val="Název veřejné zakázky"/>
          <w:tag w:val="Název VZ"/>
          <w:id w:val="431249953"/>
          <w:placeholder>
            <w:docPart w:val="668D72C6509C49B58B68EE5E11D8A046"/>
          </w:placeholder>
        </w:sdtPr>
        <w:sdtEndPr/>
        <w:sdtContent>
          <w:r w:rsidR="00CA551F" w:rsidRPr="003051BA">
            <w:rPr>
              <w:rFonts w:ascii="Verdana" w:hAnsi="Verdana"/>
              <w:b/>
              <w:bCs/>
            </w:rPr>
            <w:t xml:space="preserve">Zajištění pitného režimu pro zaměstnance OŘ Plzeň </w:t>
          </w:r>
          <w:r w:rsidR="00B55079">
            <w:rPr>
              <w:rFonts w:ascii="Verdana" w:hAnsi="Verdana"/>
              <w:b/>
              <w:bCs/>
            </w:rPr>
            <w:t>v roce</w:t>
          </w:r>
          <w:r w:rsidR="00CA551F" w:rsidRPr="003051BA">
            <w:rPr>
              <w:rFonts w:ascii="Verdana" w:hAnsi="Verdana"/>
              <w:b/>
              <w:bCs/>
            </w:rPr>
            <w:t xml:space="preserve"> 2025-2027</w:t>
          </w:r>
        </w:sdtContent>
      </w:sdt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B5507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B5507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6B2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D5F88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5079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551F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668D72C6509C49B58B68EE5E11D8A0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E40C4-79FC-4A3E-AED5-C2B0F3D2D731}"/>
      </w:docPartPr>
      <w:docPartBody>
        <w:p w:rsidR="00DE5814" w:rsidRDefault="00DE5814" w:rsidP="00DE5814">
          <w:pPr>
            <w:pStyle w:val="668D72C6509C49B58B68EE5E11D8A04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36B20"/>
    <w:rsid w:val="0049171C"/>
    <w:rsid w:val="00710200"/>
    <w:rsid w:val="0087094D"/>
    <w:rsid w:val="009D5F88"/>
    <w:rsid w:val="00B72819"/>
    <w:rsid w:val="00BE31C7"/>
    <w:rsid w:val="00C601C7"/>
    <w:rsid w:val="00DB3D9A"/>
    <w:rsid w:val="00DE581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5814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  <w:style w:type="paragraph" w:customStyle="1" w:styleId="668D72C6509C49B58B68EE5E11D8A046">
    <w:name w:val="668D72C6509C49B58B68EE5E11D8A046"/>
    <w:rsid w:val="00DE581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14</cp:revision>
  <cp:lastPrinted>2017-11-28T17:18:00Z</cp:lastPrinted>
  <dcterms:created xsi:type="dcterms:W3CDTF">2023-11-16T10:29:00Z</dcterms:created>
  <dcterms:modified xsi:type="dcterms:W3CDTF">2025-07-03T09:15:00Z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